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2C1D4" w14:textId="2D4E986E" w:rsidR="00463F67" w:rsidRDefault="004E5BB0" w:rsidP="00463F67">
      <w:pPr>
        <w:pStyle w:val="Title"/>
      </w:pPr>
      <w:sdt>
        <w:sdtPr>
          <w:alias w:val="Title"/>
          <w:tag w:val=""/>
          <w:id w:val="1062761741"/>
          <w:placeholder>
            <w:docPart w:val="DB69854E1F3D4025B7CBAA10ABA1F2F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7779C" w:rsidRPr="00E7779C">
            <w:t>Form AC/MT2 – ACM/MTS checker training record</w:t>
          </w:r>
        </w:sdtContent>
      </w:sdt>
    </w:p>
    <w:p w14:paraId="0C19E51F" w14:textId="77777777" w:rsidR="00443491" w:rsidRPr="002F6F85" w:rsidRDefault="00443491" w:rsidP="00443491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443491" w:rsidRPr="00102F1E" w14:paraId="0D361F9A" w14:textId="77777777" w:rsidTr="00443491">
        <w:trPr>
          <w:trHeight w:val="580"/>
        </w:trPr>
        <w:tc>
          <w:tcPr>
            <w:tcW w:w="1604" w:type="dxa"/>
          </w:tcPr>
          <w:p w14:paraId="58779A85" w14:textId="77777777" w:rsidR="00443491" w:rsidRPr="00102F1E" w:rsidRDefault="00443491" w:rsidP="00D92CAE">
            <w:pPr>
              <w:rPr>
                <w:rStyle w:val="bold"/>
              </w:rPr>
            </w:pPr>
            <w:r>
              <w:rPr>
                <w:rStyle w:val="bold"/>
              </w:rPr>
              <w:t>Candidate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7F6FCC5C" w14:textId="77777777" w:rsidR="00443491" w:rsidRPr="00102F1E" w:rsidRDefault="00443491" w:rsidP="00D92CAE"/>
        </w:tc>
        <w:tc>
          <w:tcPr>
            <w:tcW w:w="1559" w:type="dxa"/>
          </w:tcPr>
          <w:p w14:paraId="7EFFE2C6" w14:textId="77777777" w:rsidR="00443491" w:rsidRPr="00102F1E" w:rsidRDefault="00443491" w:rsidP="00D92CAE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39ABC1C9" w14:textId="77777777" w:rsidR="00443491" w:rsidRPr="00102F1E" w:rsidRDefault="00443491" w:rsidP="00D92CAE"/>
        </w:tc>
      </w:tr>
      <w:tr w:rsidR="00443491" w:rsidRPr="00102F1E" w14:paraId="3A382568" w14:textId="77777777" w:rsidTr="00CE6A8D">
        <w:trPr>
          <w:trHeight w:val="580"/>
        </w:trPr>
        <w:tc>
          <w:tcPr>
            <w:tcW w:w="1604" w:type="dxa"/>
          </w:tcPr>
          <w:p w14:paraId="706719C7" w14:textId="77777777" w:rsidR="00443491" w:rsidRPr="00102F1E" w:rsidRDefault="00443491" w:rsidP="00D92CAE">
            <w:pPr>
              <w:rPr>
                <w:rStyle w:val="bold"/>
              </w:rPr>
            </w:pPr>
            <w:r>
              <w:rPr>
                <w:rStyle w:val="bold"/>
              </w:rPr>
              <w:t>Trainer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3E54E865" w14:textId="77777777" w:rsidR="00443491" w:rsidRPr="00102F1E" w:rsidRDefault="00443491" w:rsidP="00D92CAE"/>
        </w:tc>
        <w:tc>
          <w:tcPr>
            <w:tcW w:w="1559" w:type="dxa"/>
            <w:tcBorders>
              <w:bottom w:val="single" w:sz="4" w:space="0" w:color="BFBFBF" w:themeColor="background1" w:themeShade="BF"/>
            </w:tcBorders>
          </w:tcPr>
          <w:p w14:paraId="5A644355" w14:textId="77777777" w:rsidR="00443491" w:rsidRPr="00102F1E" w:rsidRDefault="00443491" w:rsidP="00D92CAE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completion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</w:tcPr>
          <w:p w14:paraId="5377E925" w14:textId="77777777" w:rsidR="00443491" w:rsidRPr="00102F1E" w:rsidRDefault="00443491" w:rsidP="00D92CAE"/>
        </w:tc>
      </w:tr>
      <w:tr w:rsidR="00443491" w:rsidRPr="00102F1E" w14:paraId="27E695A3" w14:textId="77777777" w:rsidTr="00CE6A8D">
        <w:trPr>
          <w:trHeight w:val="580"/>
        </w:trPr>
        <w:tc>
          <w:tcPr>
            <w:tcW w:w="1604" w:type="dxa"/>
          </w:tcPr>
          <w:p w14:paraId="47947053" w14:textId="59E815F4" w:rsidR="00443491" w:rsidRDefault="00443491" w:rsidP="00D92CAE">
            <w:pPr>
              <w:rPr>
                <w:rStyle w:val="bold"/>
              </w:rPr>
            </w:pPr>
            <w:r>
              <w:rPr>
                <w:rStyle w:val="bold"/>
              </w:rPr>
              <w:t>Aircraft type:</w:t>
            </w:r>
          </w:p>
        </w:tc>
        <w:tc>
          <w:tcPr>
            <w:tcW w:w="3920" w:type="dxa"/>
            <w:tcBorders>
              <w:right w:val="nil"/>
            </w:tcBorders>
          </w:tcPr>
          <w:p w14:paraId="24A5F127" w14:textId="77777777" w:rsidR="00443491" w:rsidRPr="00102F1E" w:rsidRDefault="00443491" w:rsidP="00D92CAE"/>
        </w:tc>
        <w:tc>
          <w:tcPr>
            <w:tcW w:w="1559" w:type="dxa"/>
            <w:tcBorders>
              <w:left w:val="nil"/>
              <w:right w:val="nil"/>
            </w:tcBorders>
          </w:tcPr>
          <w:p w14:paraId="0D212636" w14:textId="77777777" w:rsidR="00443491" w:rsidRPr="00102F1E" w:rsidRDefault="00443491" w:rsidP="00D92CAE">
            <w:pPr>
              <w:rPr>
                <w:rStyle w:val="bold"/>
              </w:rPr>
            </w:pPr>
          </w:p>
        </w:tc>
        <w:tc>
          <w:tcPr>
            <w:tcW w:w="2410" w:type="dxa"/>
            <w:tcBorders>
              <w:left w:val="nil"/>
            </w:tcBorders>
          </w:tcPr>
          <w:p w14:paraId="4BC38C34" w14:textId="77777777" w:rsidR="00443491" w:rsidRPr="00102F1E" w:rsidRDefault="00443491" w:rsidP="00D92CAE"/>
        </w:tc>
      </w:tr>
    </w:tbl>
    <w:p w14:paraId="00F49F9D" w14:textId="4F17F741" w:rsidR="00F113D0" w:rsidRPr="009C6F32" w:rsidRDefault="00443491" w:rsidP="009C6F32">
      <w:pPr>
        <w:pStyle w:val="Heading5"/>
      </w:pPr>
      <w:r w:rsidRPr="009C6F32">
        <w:rPr>
          <w:rStyle w:val="bold"/>
          <w:b/>
          <w:bCs w:val="0"/>
        </w:rPr>
        <w:t>Principles and methods of assessment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114"/>
        <w:gridCol w:w="4961"/>
        <w:gridCol w:w="1418"/>
      </w:tblGrid>
      <w:tr w:rsidR="00443491" w:rsidRPr="00DB6B68" w14:paraId="5646AA5F" w14:textId="77777777" w:rsidTr="00443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3114" w:type="dxa"/>
          </w:tcPr>
          <w:p w14:paraId="51F7A0A9" w14:textId="77777777" w:rsidR="00443491" w:rsidRPr="006D7FDE" w:rsidRDefault="00443491" w:rsidP="00F3353D">
            <w:r w:rsidRPr="00DB6B68">
              <w:t>Item</w:t>
            </w:r>
          </w:p>
        </w:tc>
        <w:tc>
          <w:tcPr>
            <w:tcW w:w="4961" w:type="dxa"/>
          </w:tcPr>
          <w:p w14:paraId="23DB4AEA" w14:textId="77777777" w:rsidR="00443491" w:rsidRPr="006D7FDE" w:rsidRDefault="00443491" w:rsidP="00F3353D">
            <w:r w:rsidRPr="00DB6B68">
              <w:t>Comments</w:t>
            </w:r>
          </w:p>
        </w:tc>
        <w:tc>
          <w:tcPr>
            <w:tcW w:w="1418" w:type="dxa"/>
          </w:tcPr>
          <w:p w14:paraId="2ED5AC7B" w14:textId="77777777" w:rsidR="00443491" w:rsidRPr="006D7FDE" w:rsidRDefault="00443491" w:rsidP="00F3353D">
            <w:r w:rsidRPr="00DB6B68">
              <w:t>Complete</w:t>
            </w:r>
            <w:r w:rsidRPr="00DB6B68">
              <w:br/>
            </w:r>
            <w:r w:rsidRPr="006D7FDE">
              <w:t>Yes / No</w:t>
            </w:r>
          </w:p>
        </w:tc>
      </w:tr>
      <w:tr w:rsidR="00443491" w:rsidRPr="00DB6B68" w14:paraId="1ADD16B7" w14:textId="77777777" w:rsidTr="00443491">
        <w:trPr>
          <w:trHeight w:val="20"/>
        </w:trPr>
        <w:tc>
          <w:tcPr>
            <w:tcW w:w="3114" w:type="dxa"/>
          </w:tcPr>
          <w:p w14:paraId="3A776C3E" w14:textId="77777777" w:rsidR="00443491" w:rsidRPr="006D7FDE" w:rsidRDefault="00443491" w:rsidP="00F3353D">
            <w:pPr>
              <w:pStyle w:val="Tabletext"/>
            </w:pPr>
            <w:r w:rsidRPr="00DB6B68">
              <w:t>Preparing candidate</w:t>
            </w:r>
          </w:p>
        </w:tc>
        <w:tc>
          <w:tcPr>
            <w:tcW w:w="4961" w:type="dxa"/>
          </w:tcPr>
          <w:p w14:paraId="12806B74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63A70E51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74C4C0A7" w14:textId="77777777" w:rsidTr="00443491">
        <w:trPr>
          <w:trHeight w:val="20"/>
        </w:trPr>
        <w:tc>
          <w:tcPr>
            <w:tcW w:w="3114" w:type="dxa"/>
          </w:tcPr>
          <w:p w14:paraId="2904E83D" w14:textId="77777777" w:rsidR="00443491" w:rsidRPr="006D7FDE" w:rsidRDefault="00443491" w:rsidP="00F3353D">
            <w:pPr>
              <w:pStyle w:val="Tabletext"/>
            </w:pPr>
            <w:r w:rsidRPr="00DB6B68">
              <w:t>Assessment methods</w:t>
            </w:r>
          </w:p>
        </w:tc>
        <w:tc>
          <w:tcPr>
            <w:tcW w:w="4961" w:type="dxa"/>
          </w:tcPr>
          <w:p w14:paraId="3C4E2542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1CF81831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55800C36" w14:textId="77777777" w:rsidTr="00443491">
        <w:trPr>
          <w:trHeight w:val="20"/>
        </w:trPr>
        <w:tc>
          <w:tcPr>
            <w:tcW w:w="3114" w:type="dxa"/>
          </w:tcPr>
          <w:p w14:paraId="49D5D085" w14:textId="77777777" w:rsidR="00443491" w:rsidRPr="006D7FDE" w:rsidRDefault="00443491" w:rsidP="00F3353D">
            <w:pPr>
              <w:pStyle w:val="Tabletext"/>
            </w:pPr>
            <w:r w:rsidRPr="00DB6B68">
              <w:t xml:space="preserve">Evaluating performance against standards </w:t>
            </w:r>
          </w:p>
        </w:tc>
        <w:tc>
          <w:tcPr>
            <w:tcW w:w="4961" w:type="dxa"/>
          </w:tcPr>
          <w:p w14:paraId="2AAD6CC3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5A3244A3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7633828A" w14:textId="77777777" w:rsidTr="00443491">
        <w:trPr>
          <w:trHeight w:val="20"/>
        </w:trPr>
        <w:tc>
          <w:tcPr>
            <w:tcW w:w="3114" w:type="dxa"/>
          </w:tcPr>
          <w:p w14:paraId="2E18B9D4" w14:textId="77777777" w:rsidR="00443491" w:rsidRPr="006D7FDE" w:rsidRDefault="00443491" w:rsidP="00F3353D">
            <w:pPr>
              <w:pStyle w:val="Tabletext"/>
            </w:pPr>
            <w:r w:rsidRPr="00DB6B68">
              <w:t>Debriefing techniques</w:t>
            </w:r>
          </w:p>
        </w:tc>
        <w:tc>
          <w:tcPr>
            <w:tcW w:w="4961" w:type="dxa"/>
          </w:tcPr>
          <w:p w14:paraId="059DD150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12738EA1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1346CC78" w14:textId="77777777" w:rsidTr="00443491">
        <w:trPr>
          <w:trHeight w:val="20"/>
        </w:trPr>
        <w:tc>
          <w:tcPr>
            <w:tcW w:w="3114" w:type="dxa"/>
          </w:tcPr>
          <w:p w14:paraId="45EEC718" w14:textId="77777777" w:rsidR="00443491" w:rsidRPr="006D7FDE" w:rsidRDefault="00443491" w:rsidP="00F3353D">
            <w:pPr>
              <w:pStyle w:val="Tabletext"/>
            </w:pPr>
            <w:r w:rsidRPr="00DB6B68">
              <w:t>Learning methods</w:t>
            </w:r>
          </w:p>
        </w:tc>
        <w:tc>
          <w:tcPr>
            <w:tcW w:w="4961" w:type="dxa"/>
          </w:tcPr>
          <w:p w14:paraId="7458C7AC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0CF0F72A" w14:textId="77777777" w:rsidR="00443491" w:rsidRPr="00DB6B68" w:rsidRDefault="00443491" w:rsidP="00F3353D">
            <w:pPr>
              <w:pStyle w:val="Tabletext"/>
            </w:pPr>
          </w:p>
        </w:tc>
      </w:tr>
    </w:tbl>
    <w:p w14:paraId="397E6770" w14:textId="2AF9537B" w:rsidR="00443491" w:rsidRPr="009C6F32" w:rsidRDefault="00443491" w:rsidP="009C6F32">
      <w:pPr>
        <w:pStyle w:val="Heading5"/>
      </w:pPr>
      <w:r w:rsidRPr="009C6F32">
        <w:rPr>
          <w:rStyle w:val="bold"/>
          <w:b/>
          <w:bCs w:val="0"/>
        </w:rPr>
        <w:t xml:space="preserve">Practical component and conduct of </w:t>
      </w:r>
      <w:r w:rsidRPr="009C6F32" w:rsidDel="00CD5A7B">
        <w:rPr>
          <w:rStyle w:val="bold"/>
          <w:b/>
          <w:bCs w:val="0"/>
        </w:rPr>
        <w:t>checking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114"/>
        <w:gridCol w:w="4961"/>
        <w:gridCol w:w="1418"/>
      </w:tblGrid>
      <w:tr w:rsidR="00443491" w:rsidRPr="00DB6B68" w14:paraId="040B7AA7" w14:textId="77777777" w:rsidTr="00443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</w:trPr>
        <w:tc>
          <w:tcPr>
            <w:tcW w:w="3114" w:type="dxa"/>
          </w:tcPr>
          <w:p w14:paraId="4E2021FF" w14:textId="77777777" w:rsidR="00443491" w:rsidRPr="006D7FDE" w:rsidRDefault="00443491" w:rsidP="00D92CAE">
            <w:r w:rsidRPr="00DB6B68">
              <w:t>Item</w:t>
            </w:r>
          </w:p>
        </w:tc>
        <w:tc>
          <w:tcPr>
            <w:tcW w:w="4961" w:type="dxa"/>
          </w:tcPr>
          <w:p w14:paraId="41C50CCD" w14:textId="77777777" w:rsidR="00443491" w:rsidRPr="006D7FDE" w:rsidRDefault="00443491" w:rsidP="00D92CAE">
            <w:r w:rsidRPr="00DB6B68">
              <w:t>Comments</w:t>
            </w:r>
          </w:p>
        </w:tc>
        <w:tc>
          <w:tcPr>
            <w:tcW w:w="1418" w:type="dxa"/>
          </w:tcPr>
          <w:p w14:paraId="3F88F428" w14:textId="77777777" w:rsidR="00443491" w:rsidRPr="006D7FDE" w:rsidRDefault="00443491" w:rsidP="00D92CAE">
            <w:r w:rsidRPr="00DB6B68">
              <w:t>Complete</w:t>
            </w:r>
            <w:r w:rsidRPr="00DB6B68">
              <w:br/>
            </w:r>
            <w:r w:rsidRPr="006D7FDE">
              <w:t>Yes / No</w:t>
            </w:r>
          </w:p>
        </w:tc>
      </w:tr>
      <w:tr w:rsidR="00443491" w:rsidRPr="00DB6B68" w14:paraId="53E14EA9" w14:textId="77777777" w:rsidTr="00443491">
        <w:trPr>
          <w:trHeight w:val="20"/>
        </w:trPr>
        <w:tc>
          <w:tcPr>
            <w:tcW w:w="3114" w:type="dxa"/>
          </w:tcPr>
          <w:p w14:paraId="1F839627" w14:textId="77777777" w:rsidR="00443491" w:rsidRPr="006D7FDE" w:rsidRDefault="00443491" w:rsidP="00F3353D">
            <w:pPr>
              <w:pStyle w:val="Tabletext"/>
            </w:pPr>
            <w:r w:rsidRPr="00DB6B68">
              <w:t>Knowledge of check forms</w:t>
            </w:r>
          </w:p>
        </w:tc>
        <w:tc>
          <w:tcPr>
            <w:tcW w:w="4961" w:type="dxa"/>
          </w:tcPr>
          <w:p w14:paraId="16240EF7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005EE76F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53F3FF69" w14:textId="77777777" w:rsidTr="00443491">
        <w:trPr>
          <w:trHeight w:val="20"/>
        </w:trPr>
        <w:tc>
          <w:tcPr>
            <w:tcW w:w="3114" w:type="dxa"/>
          </w:tcPr>
          <w:p w14:paraId="095D5AFE" w14:textId="77777777" w:rsidR="00443491" w:rsidRPr="006D7FDE" w:rsidRDefault="00443491" w:rsidP="00F3353D">
            <w:pPr>
              <w:pStyle w:val="Tabletext"/>
            </w:pPr>
            <w:r w:rsidRPr="00DB6B68">
              <w:t>Planning of sessions</w:t>
            </w:r>
          </w:p>
        </w:tc>
        <w:tc>
          <w:tcPr>
            <w:tcW w:w="4961" w:type="dxa"/>
          </w:tcPr>
          <w:p w14:paraId="5D788449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7377BF54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39A9F89C" w14:textId="77777777" w:rsidTr="00443491">
        <w:trPr>
          <w:trHeight w:val="20"/>
        </w:trPr>
        <w:tc>
          <w:tcPr>
            <w:tcW w:w="3114" w:type="dxa"/>
          </w:tcPr>
          <w:p w14:paraId="04F2C5E8" w14:textId="77777777" w:rsidR="00443491" w:rsidRPr="006D7FDE" w:rsidRDefault="00443491" w:rsidP="00F3353D">
            <w:pPr>
              <w:pStyle w:val="Tabletext"/>
            </w:pPr>
            <w:r w:rsidRPr="00DB6B68">
              <w:t>Briefing and preparation</w:t>
            </w:r>
          </w:p>
        </w:tc>
        <w:tc>
          <w:tcPr>
            <w:tcW w:w="4961" w:type="dxa"/>
          </w:tcPr>
          <w:p w14:paraId="709F157E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2208762A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7618983F" w14:textId="77777777" w:rsidTr="00443491">
        <w:trPr>
          <w:trHeight w:val="20"/>
        </w:trPr>
        <w:tc>
          <w:tcPr>
            <w:tcW w:w="3114" w:type="dxa"/>
          </w:tcPr>
          <w:p w14:paraId="1EBF87D0" w14:textId="77777777" w:rsidR="00443491" w:rsidRPr="006D7FDE" w:rsidRDefault="00443491" w:rsidP="00F3353D">
            <w:pPr>
              <w:pStyle w:val="Tabletext"/>
            </w:pPr>
            <w:r w:rsidRPr="00DB6B68">
              <w:t>Threat and error management</w:t>
            </w:r>
          </w:p>
        </w:tc>
        <w:tc>
          <w:tcPr>
            <w:tcW w:w="4961" w:type="dxa"/>
          </w:tcPr>
          <w:p w14:paraId="34C9F6B4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430A1D73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2D5EEE83" w14:textId="77777777" w:rsidTr="00443491">
        <w:trPr>
          <w:trHeight w:val="20"/>
        </w:trPr>
        <w:tc>
          <w:tcPr>
            <w:tcW w:w="3114" w:type="dxa"/>
          </w:tcPr>
          <w:p w14:paraId="0CC4944D" w14:textId="77777777" w:rsidR="00443491" w:rsidRPr="006D7FDE" w:rsidRDefault="00443491" w:rsidP="00F3353D">
            <w:pPr>
              <w:pStyle w:val="Tabletext"/>
            </w:pPr>
            <w:r w:rsidRPr="00DB6B68">
              <w:t>Assessment methods</w:t>
            </w:r>
          </w:p>
        </w:tc>
        <w:tc>
          <w:tcPr>
            <w:tcW w:w="4961" w:type="dxa"/>
          </w:tcPr>
          <w:p w14:paraId="6C7A0352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1FDE4738" w14:textId="77777777" w:rsidR="00443491" w:rsidRPr="00DB6B68" w:rsidRDefault="00443491" w:rsidP="00F3353D">
            <w:pPr>
              <w:pStyle w:val="Tabletext"/>
            </w:pPr>
          </w:p>
        </w:tc>
      </w:tr>
      <w:tr w:rsidR="00443491" w:rsidRPr="00DB6B68" w14:paraId="27D2EED3" w14:textId="77777777" w:rsidTr="00443491">
        <w:trPr>
          <w:trHeight w:val="20"/>
        </w:trPr>
        <w:tc>
          <w:tcPr>
            <w:tcW w:w="3114" w:type="dxa"/>
          </w:tcPr>
          <w:p w14:paraId="0A6034B4" w14:textId="77777777" w:rsidR="00443491" w:rsidRPr="006D7FDE" w:rsidRDefault="00443491" w:rsidP="00F3353D">
            <w:pPr>
              <w:pStyle w:val="Tabletext"/>
            </w:pPr>
            <w:r w:rsidRPr="00DB6B68">
              <w:t>Debriefing</w:t>
            </w:r>
          </w:p>
        </w:tc>
        <w:tc>
          <w:tcPr>
            <w:tcW w:w="4961" w:type="dxa"/>
          </w:tcPr>
          <w:p w14:paraId="27D29956" w14:textId="77777777" w:rsidR="00443491" w:rsidRPr="00DB6B68" w:rsidRDefault="00443491" w:rsidP="00F3353D">
            <w:pPr>
              <w:pStyle w:val="Tabletext"/>
            </w:pPr>
          </w:p>
        </w:tc>
        <w:tc>
          <w:tcPr>
            <w:tcW w:w="1418" w:type="dxa"/>
          </w:tcPr>
          <w:p w14:paraId="555137B5" w14:textId="77777777" w:rsidR="00443491" w:rsidRPr="00DB6B68" w:rsidRDefault="00443491" w:rsidP="00F3353D">
            <w:pPr>
              <w:pStyle w:val="Tabletext"/>
            </w:pPr>
          </w:p>
        </w:tc>
      </w:tr>
    </w:tbl>
    <w:p w14:paraId="361FB98B" w14:textId="77777777" w:rsidR="009C6F32" w:rsidRDefault="009C6F32" w:rsidP="009C6F32">
      <w:pPr>
        <w:pStyle w:val="SourceNotes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170"/>
      </w:tblGrid>
      <w:tr w:rsidR="009C6F32" w:rsidRPr="00FF4792" w14:paraId="20638D23" w14:textId="77777777" w:rsidTr="00F0141A">
        <w:tc>
          <w:tcPr>
            <w:tcW w:w="2570" w:type="dxa"/>
          </w:tcPr>
          <w:p w14:paraId="7A1DD0E6" w14:textId="77777777" w:rsidR="009C6F32" w:rsidRPr="00D642BC" w:rsidRDefault="009C6F32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64E40BBA" w14:textId="77777777" w:rsidR="009C6F32" w:rsidRPr="00FF4792" w:rsidRDefault="009C6F32" w:rsidP="0038189F">
            <w:pPr>
              <w:pStyle w:val="normalafterlisttable"/>
            </w:pPr>
          </w:p>
        </w:tc>
        <w:tc>
          <w:tcPr>
            <w:tcW w:w="807" w:type="dxa"/>
          </w:tcPr>
          <w:p w14:paraId="1BA2C84C" w14:textId="77777777" w:rsidR="009C6F32" w:rsidRPr="00D642BC" w:rsidRDefault="009C6F32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4EEACA66" w14:textId="77777777" w:rsidR="009C6F32" w:rsidRPr="00FF4792" w:rsidRDefault="009C6F32" w:rsidP="0038189F">
            <w:pPr>
              <w:pStyle w:val="normalafterlisttable"/>
            </w:pPr>
          </w:p>
        </w:tc>
      </w:tr>
      <w:tr w:rsidR="009C6F32" w:rsidRPr="00916430" w14:paraId="03ACE8B9" w14:textId="77777777" w:rsidTr="00F0141A">
        <w:tc>
          <w:tcPr>
            <w:tcW w:w="2570" w:type="dxa"/>
          </w:tcPr>
          <w:p w14:paraId="262A48A4" w14:textId="77777777" w:rsidR="009C6F32" w:rsidRPr="00D642BC" w:rsidRDefault="009C6F32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HOTC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3F3175A6" w14:textId="77777777" w:rsidR="009C6F32" w:rsidRPr="00FF4792" w:rsidRDefault="009C6F32" w:rsidP="0038189F">
            <w:pPr>
              <w:pStyle w:val="normalafterlisttable"/>
            </w:pPr>
          </w:p>
        </w:tc>
        <w:tc>
          <w:tcPr>
            <w:tcW w:w="807" w:type="dxa"/>
          </w:tcPr>
          <w:p w14:paraId="677B3260" w14:textId="77777777" w:rsidR="009C6F32" w:rsidRPr="00D642BC" w:rsidRDefault="009C6F32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7C487B3E" w14:textId="77777777" w:rsidR="009C6F32" w:rsidRPr="00916430" w:rsidRDefault="009C6F32" w:rsidP="0038189F">
            <w:pPr>
              <w:pStyle w:val="normalafterlisttable"/>
            </w:pPr>
          </w:p>
        </w:tc>
      </w:tr>
    </w:tbl>
    <w:p w14:paraId="1AC771D9" w14:textId="77777777" w:rsidR="00CE0F3B" w:rsidRPr="00CE0F3B" w:rsidRDefault="00CE0F3B" w:rsidP="009C6F32">
      <w:pPr>
        <w:pStyle w:val="normalafterlisttable"/>
      </w:pPr>
    </w:p>
    <w:sectPr w:rsidR="00CE0F3B" w:rsidRPr="00CE0F3B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95657" w14:textId="77777777" w:rsidR="00A92676" w:rsidRDefault="00A92676" w:rsidP="008E21DE">
      <w:pPr>
        <w:spacing w:before="0" w:after="0"/>
      </w:pPr>
      <w:r>
        <w:separator/>
      </w:r>
    </w:p>
    <w:p w14:paraId="7961F8C1" w14:textId="77777777" w:rsidR="00A92676" w:rsidRDefault="00A92676"/>
  </w:endnote>
  <w:endnote w:type="continuationSeparator" w:id="0">
    <w:p w14:paraId="5D455ED3" w14:textId="77777777" w:rsidR="00A92676" w:rsidRDefault="00A92676" w:rsidP="008E21DE">
      <w:pPr>
        <w:spacing w:before="0" w:after="0"/>
      </w:pPr>
      <w:r>
        <w:continuationSeparator/>
      </w:r>
    </w:p>
    <w:p w14:paraId="4953B498" w14:textId="77777777" w:rsidR="00A92676" w:rsidRDefault="00A92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68D8" w14:textId="003D5411" w:rsidR="00013309" w:rsidRPr="00500DA0" w:rsidRDefault="004E5BB0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DB69854E1F3D4025B7CBAA10ABA1F2F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7779C">
          <w:rPr>
            <w:rFonts w:ascii="ArialMT" w:hAnsi="ArialMT" w:cs="ArialMT"/>
            <w:szCs w:val="16"/>
          </w:rPr>
          <w:t>Form AC/MT2 – ACM/MTS checker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C0A31" w14:textId="77777777" w:rsidR="00013309" w:rsidRDefault="00013309" w:rsidP="00013309">
    <w:pPr>
      <w:pStyle w:val="Footer"/>
    </w:pPr>
    <w:r>
      <w:t>Civil Aviation Safety Authority</w:t>
    </w:r>
  </w:p>
  <w:p w14:paraId="7B0FEA44" w14:textId="5DF87B1D" w:rsidR="00013309" w:rsidRDefault="004E5BB0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7779C">
          <w:rPr>
            <w:rFonts w:ascii="ArialMT" w:hAnsi="ArialMT" w:cs="ArialMT"/>
            <w:szCs w:val="16"/>
          </w:rPr>
          <w:t>Form AC/MT2 – ACM/MTS checker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E7779C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E7779C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2C9B2545" w14:textId="77777777" w:rsidR="00013309" w:rsidRPr="00A365CA" w:rsidRDefault="004E5BB0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A776926" wp14:editId="3209BC2F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8527B3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776926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3A8527B3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A5051" w14:textId="77777777" w:rsidR="00A92676" w:rsidRPr="0022402E" w:rsidRDefault="00A92676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3C9F8365" w14:textId="77777777" w:rsidR="00A92676" w:rsidRDefault="00A92676" w:rsidP="008E21DE">
      <w:pPr>
        <w:spacing w:before="0" w:after="0"/>
      </w:pPr>
      <w:r>
        <w:continuationSeparator/>
      </w:r>
    </w:p>
    <w:p w14:paraId="4E80860B" w14:textId="77777777" w:rsidR="00A92676" w:rsidRDefault="00A92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DF838" w14:textId="77777777" w:rsidR="00DD684D" w:rsidRDefault="00DD684D" w:rsidP="00DD684D">
    <w:pPr>
      <w:pStyle w:val="Header"/>
    </w:pPr>
    <w:r>
      <w:t>ORGANISATION NAME/DETAILS</w:t>
    </w:r>
  </w:p>
  <w:p w14:paraId="2E9867DE" w14:textId="77777777" w:rsidR="00013309" w:rsidRPr="00DD684D" w:rsidRDefault="004E5BB0" w:rsidP="00D50384">
    <w:pPr>
      <w:pStyle w:val="Header"/>
      <w:spacing w:after="120"/>
    </w:pPr>
    <w:r>
      <w:pict w14:anchorId="6037DF1E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26F5A" w14:textId="77777777" w:rsidR="00463F67" w:rsidRDefault="004E5BB0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9C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327F3"/>
    <w:rsid w:val="00143430"/>
    <w:rsid w:val="00167A69"/>
    <w:rsid w:val="00176B72"/>
    <w:rsid w:val="00195255"/>
    <w:rsid w:val="001F3D1E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43491"/>
    <w:rsid w:val="0046274F"/>
    <w:rsid w:val="00463F67"/>
    <w:rsid w:val="00481C28"/>
    <w:rsid w:val="00496095"/>
    <w:rsid w:val="004A6B98"/>
    <w:rsid w:val="004B18C3"/>
    <w:rsid w:val="004B4B57"/>
    <w:rsid w:val="004E5BB0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946"/>
    <w:rsid w:val="00795A1A"/>
    <w:rsid w:val="007A1A84"/>
    <w:rsid w:val="007A1DC3"/>
    <w:rsid w:val="007A32A6"/>
    <w:rsid w:val="007B0B08"/>
    <w:rsid w:val="007B7908"/>
    <w:rsid w:val="007C3C52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C6F32"/>
    <w:rsid w:val="009D579E"/>
    <w:rsid w:val="009F0A52"/>
    <w:rsid w:val="009F200E"/>
    <w:rsid w:val="00A07476"/>
    <w:rsid w:val="00A07E4A"/>
    <w:rsid w:val="00A13644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92676"/>
    <w:rsid w:val="00AB12D5"/>
    <w:rsid w:val="00AD735D"/>
    <w:rsid w:val="00AF0899"/>
    <w:rsid w:val="00B014EE"/>
    <w:rsid w:val="00B03E01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40025"/>
    <w:rsid w:val="00C75CAF"/>
    <w:rsid w:val="00C837F2"/>
    <w:rsid w:val="00CA2B08"/>
    <w:rsid w:val="00CA6BAF"/>
    <w:rsid w:val="00CB46A9"/>
    <w:rsid w:val="00CE0F3B"/>
    <w:rsid w:val="00CE6A8D"/>
    <w:rsid w:val="00CF0836"/>
    <w:rsid w:val="00CF31C4"/>
    <w:rsid w:val="00CF700D"/>
    <w:rsid w:val="00D1117D"/>
    <w:rsid w:val="00D220A3"/>
    <w:rsid w:val="00D26448"/>
    <w:rsid w:val="00D50384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7779C"/>
    <w:rsid w:val="00E819EA"/>
    <w:rsid w:val="00E9794A"/>
    <w:rsid w:val="00F0141A"/>
    <w:rsid w:val="00F113D0"/>
    <w:rsid w:val="00F1538E"/>
    <w:rsid w:val="00F34BEE"/>
    <w:rsid w:val="00F65932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7E95A"/>
  <w15:chartTrackingRefBased/>
  <w15:docId w15:val="{6C28FDDE-A13C-471D-ACA0-2173D89C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F113D0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F113D0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F113D0"/>
    <w:rPr>
      <w:b/>
      <w:bCs/>
    </w:rPr>
  </w:style>
  <w:style w:type="table" w:customStyle="1" w:styleId="SD-MOStable">
    <w:name w:val="SD - MOS table"/>
    <w:basedOn w:val="TableNormal"/>
    <w:uiPriority w:val="99"/>
    <w:rsid w:val="00F113D0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443491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B69854E1F3D4025B7CBAA10ABA1F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2E453-CCEE-4CA0-BDB1-FB21252914CF}"/>
      </w:docPartPr>
      <w:docPartBody>
        <w:p w:rsidR="00564A8D" w:rsidRDefault="00564A8D">
          <w:pPr>
            <w:pStyle w:val="DB69854E1F3D4025B7CBAA10ABA1F2FD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A8D"/>
    <w:rsid w:val="00352FB1"/>
    <w:rsid w:val="00564A8D"/>
    <w:rsid w:val="008A5330"/>
    <w:rsid w:val="00A7486C"/>
    <w:rsid w:val="00D26448"/>
    <w:rsid w:val="00F1538E"/>
    <w:rsid w:val="00F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B69854E1F3D4025B7CBAA10ABA1F2FD">
    <w:name w:val="DB69854E1F3D4025B7CBAA10ABA1F2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09d1133f-994b-4ec9-8bcd-76b1f6ed9a8c"/>
    <ds:schemaRef ds:uri="http://purl.org/dc/terms/"/>
    <ds:schemaRef ds:uri="http://purl.org/dc/dcmitype/"/>
    <ds:schemaRef ds:uri="http://schemas.openxmlformats.org/package/2006/metadata/core-properties"/>
    <ds:schemaRef ds:uri="147bc000-5d24-4a58-bdb3-1d507d54dc98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8</TotalTime>
  <Pages>1</Pages>
  <Words>79</Words>
  <Characters>542</Characters>
  <Application>Microsoft Office Word</Application>
  <DocSecurity>0</DocSecurity>
  <Lines>77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AC/MT2 – ACM/MTS checker training record</vt:lpstr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AC/MT2 – ACM/MTS checker training record</dc:title>
  <dc:subject/>
  <dc:creator>Bartholomew, Tina</dc:creator>
  <cp:keywords/>
  <dc:description/>
  <cp:lastModifiedBy>Bartholomew, Tina</cp:lastModifiedBy>
  <cp:revision>16</cp:revision>
  <dcterms:created xsi:type="dcterms:W3CDTF">2025-11-17T05:02:00Z</dcterms:created>
  <dcterms:modified xsi:type="dcterms:W3CDTF">2025-11-25T04:36:00Z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NOS-2025-0012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